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5C" w:rsidRDefault="005C2C5C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>Сводный  протокол</w:t>
      </w:r>
    </w:p>
    <w:p w:rsidR="005C2C5C" w:rsidRDefault="005C2C5C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>президентских состязаний</w:t>
      </w:r>
      <w:r w:rsidRPr="001B38E0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учащихся филиала МБОУ лицей с. Долгоруково </w:t>
      </w:r>
    </w:p>
    <w:p w:rsidR="005C2C5C" w:rsidRDefault="005C2C5C" w:rsidP="002739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40"/>
          <w:szCs w:val="40"/>
        </w:rPr>
        <w:t>в п. Тимирязевский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C2C5C" w:rsidRPr="0078298D" w:rsidRDefault="005C2C5C" w:rsidP="007829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2016-2017 уч.- год    </w:t>
      </w:r>
      <w:r w:rsidRPr="00B23552">
        <w:rPr>
          <w:rFonts w:ascii="Times New Roman" w:hAnsi="Times New Roman" w:cs="Times New Roman"/>
          <w:b/>
          <w:bCs/>
          <w:sz w:val="40"/>
          <w:szCs w:val="40"/>
        </w:rPr>
        <w:t>8-9 класс</w:t>
      </w:r>
    </w:p>
    <w:tbl>
      <w:tblPr>
        <w:tblW w:w="143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2"/>
        <w:gridCol w:w="3360"/>
        <w:gridCol w:w="848"/>
        <w:gridCol w:w="1418"/>
        <w:gridCol w:w="1276"/>
        <w:gridCol w:w="992"/>
        <w:gridCol w:w="1417"/>
        <w:gridCol w:w="851"/>
        <w:gridCol w:w="850"/>
        <w:gridCol w:w="709"/>
        <w:gridCol w:w="992"/>
        <w:gridCol w:w="993"/>
      </w:tblGrid>
      <w:tr w:rsidR="005C2C5C" w:rsidRPr="00CD64E9">
        <w:trPr>
          <w:trHeight w:val="1455"/>
        </w:trPr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6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4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 на высокой переклад. (м)</w:t>
            </w:r>
          </w:p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Подним. туловища </w:t>
            </w: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Fonts w:ascii="Times New Roman" w:hAnsi="Times New Roman" w:cs="Times New Roman"/>
                <w:sz w:val="24"/>
                <w:szCs w:val="24"/>
              </w:rPr>
              <w:t xml:space="preserve">лёжа на спине </w:t>
            </w: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Fonts w:ascii="Times New Roman" w:hAnsi="Times New Roman" w:cs="Times New Roman"/>
                <w:sz w:val="24"/>
                <w:szCs w:val="24"/>
              </w:rPr>
              <w:t xml:space="preserve">30 сек.                  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Наклон вперед  </w:t>
            </w:r>
          </w:p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Fonts w:ascii="Times New Roman" w:hAnsi="Times New Roman" w:cs="Times New Roman"/>
                <w:sz w:val="24"/>
                <w:szCs w:val="24"/>
              </w:rPr>
              <w:t>Сгибание рук в упоре лёжа(д)</w:t>
            </w:r>
          </w:p>
        </w:tc>
        <w:tc>
          <w:tcPr>
            <w:tcW w:w="2410" w:type="dxa"/>
            <w:gridSpan w:val="3"/>
          </w:tcPr>
          <w:p w:rsidR="005C2C5C" w:rsidRPr="00CD64E9" w:rsidRDefault="005C2C5C" w:rsidP="00CD64E9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Прыжок в длину с места  </w:t>
            </w:r>
          </w:p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rPr>
                <w:rStyle w:val="c0"/>
                <w:color w:val="000000"/>
              </w:rPr>
            </w:pPr>
          </w:p>
          <w:p w:rsidR="005C2C5C" w:rsidRPr="00CD64E9" w:rsidRDefault="005C2C5C" w:rsidP="00CD64E9">
            <w:pPr>
              <w:spacing w:after="0" w:line="240" w:lineRule="auto"/>
              <w:rPr>
                <w:rStyle w:val="c0"/>
                <w:color w:val="000000"/>
              </w:rPr>
            </w:pP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4E9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5C2C5C" w:rsidRPr="00CD64E9">
        <w:tc>
          <w:tcPr>
            <w:tcW w:w="612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sz w:val="28"/>
                <w:szCs w:val="28"/>
              </w:rPr>
            </w:pPr>
            <w:r w:rsidRPr="00CD64E9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Гамов Вячеслав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Грунин Виталий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Тарынин Иван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Воротникова Соня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Фирсаева Кристина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Астапенкова Анастасия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Миронов Роман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Рощупкин  Павел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Морозов Александр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Миронова Нина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C5C" w:rsidRPr="00CD64E9">
        <w:tc>
          <w:tcPr>
            <w:tcW w:w="61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64E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60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Ситникова Диана</w:t>
            </w:r>
          </w:p>
        </w:tc>
        <w:tc>
          <w:tcPr>
            <w:tcW w:w="848" w:type="dxa"/>
            <w:vAlign w:val="center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7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50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992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64E9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993" w:type="dxa"/>
          </w:tcPr>
          <w:p w:rsidR="005C2C5C" w:rsidRPr="00CD64E9" w:rsidRDefault="005C2C5C" w:rsidP="00CD64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2C5C" w:rsidRPr="001D38E0" w:rsidRDefault="005C2C5C" w:rsidP="0078298D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5C2C5C" w:rsidRPr="001D38E0" w:rsidRDefault="005C2C5C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p w:rsidR="005C2C5C" w:rsidRPr="001D38E0" w:rsidRDefault="005C2C5C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5C2C5C" w:rsidRPr="001D38E0" w:rsidRDefault="005C2C5C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5C2C5C" w:rsidRPr="001D38E0" w:rsidRDefault="005C2C5C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5C2C5C" w:rsidRPr="001D38E0" w:rsidRDefault="005C2C5C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5C2C5C" w:rsidRPr="001D38E0" w:rsidRDefault="005C2C5C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5C2C5C" w:rsidRPr="001D38E0" w:rsidRDefault="005C2C5C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5C2C5C" w:rsidRPr="001D38E0" w:rsidRDefault="005C2C5C" w:rsidP="001D38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sectPr w:rsidR="005C2C5C" w:rsidRPr="001D38E0" w:rsidSect="00A861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77E67"/>
    <w:multiLevelType w:val="hybridMultilevel"/>
    <w:tmpl w:val="4EE8977C"/>
    <w:lvl w:ilvl="0" w:tplc="F4284A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8E0"/>
    <w:rsid w:val="001B38E0"/>
    <w:rsid w:val="001D38E0"/>
    <w:rsid w:val="00233E1F"/>
    <w:rsid w:val="002739DF"/>
    <w:rsid w:val="003B2508"/>
    <w:rsid w:val="005C0C8B"/>
    <w:rsid w:val="005C2C5C"/>
    <w:rsid w:val="0066337C"/>
    <w:rsid w:val="007415B6"/>
    <w:rsid w:val="007470CF"/>
    <w:rsid w:val="007806C2"/>
    <w:rsid w:val="0078298D"/>
    <w:rsid w:val="007B789E"/>
    <w:rsid w:val="00A63F34"/>
    <w:rsid w:val="00A861E0"/>
    <w:rsid w:val="00AA3973"/>
    <w:rsid w:val="00B23552"/>
    <w:rsid w:val="00B8102C"/>
    <w:rsid w:val="00C04A43"/>
    <w:rsid w:val="00CD64E9"/>
    <w:rsid w:val="00E07521"/>
    <w:rsid w:val="00EA461A"/>
    <w:rsid w:val="00EC05CB"/>
    <w:rsid w:val="00EC4251"/>
    <w:rsid w:val="00EC492A"/>
    <w:rsid w:val="00F61C9B"/>
    <w:rsid w:val="00F6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A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38E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DefaultParagraphFont"/>
    <w:uiPriority w:val="99"/>
    <w:rsid w:val="00EA461A"/>
  </w:style>
  <w:style w:type="paragraph" w:styleId="ListParagraph">
    <w:name w:val="List Paragraph"/>
    <w:basedOn w:val="Normal"/>
    <w:uiPriority w:val="99"/>
    <w:qFormat/>
    <w:rsid w:val="00EA461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2</Pages>
  <Words>133</Words>
  <Characters>760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SmartTouch</cp:lastModifiedBy>
  <cp:revision>5</cp:revision>
  <cp:lastPrinted>2017-02-10T18:37:00Z</cp:lastPrinted>
  <dcterms:created xsi:type="dcterms:W3CDTF">2017-02-21T17:34:00Z</dcterms:created>
  <dcterms:modified xsi:type="dcterms:W3CDTF">2017-03-17T08:12:00Z</dcterms:modified>
</cp:coreProperties>
</file>